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CD57C-AB39-4252-BC67-EBC27E782679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